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A06B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A031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9CF2A3" w14:textId="396C1463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C81C73">
        <w:rPr>
          <w:rFonts w:ascii="Corbel" w:hAnsi="Corbel"/>
          <w:smallCaps/>
          <w:sz w:val="24"/>
          <w:szCs w:val="24"/>
        </w:rPr>
        <w:t>1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C81C73">
        <w:rPr>
          <w:rFonts w:ascii="Corbel" w:hAnsi="Corbel"/>
          <w:smallCaps/>
          <w:sz w:val="24"/>
          <w:szCs w:val="24"/>
        </w:rPr>
        <w:t>3</w:t>
      </w:r>
    </w:p>
    <w:p w14:paraId="4EC00680" w14:textId="37F4E38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81C73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C81C7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C63F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7869C2" w14:textId="4EB1BCA7" w:rsidR="0085747A" w:rsidRDefault="0085747A" w:rsidP="00CE6561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CE6561">
        <w:rPr>
          <w:rFonts w:ascii="Corbel" w:hAnsi="Corbel"/>
          <w:szCs w:val="24"/>
        </w:rPr>
        <w:t xml:space="preserve"> </w:t>
      </w:r>
    </w:p>
    <w:p w14:paraId="4F2161CC" w14:textId="77777777" w:rsidR="00CE6561" w:rsidRPr="009C54AE" w:rsidRDefault="00CE6561" w:rsidP="00CE656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8A102" w14:textId="77777777" w:rsidTr="00B819C8">
        <w:tc>
          <w:tcPr>
            <w:tcW w:w="2694" w:type="dxa"/>
            <w:vAlign w:val="center"/>
          </w:tcPr>
          <w:p w14:paraId="657E15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FADBA2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1D08A50" w14:textId="77777777" w:rsidTr="00B819C8">
        <w:tc>
          <w:tcPr>
            <w:tcW w:w="2694" w:type="dxa"/>
            <w:vAlign w:val="center"/>
          </w:tcPr>
          <w:p w14:paraId="05D584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421946" w14:textId="77777777" w:rsidR="0085747A" w:rsidRPr="009C54AE" w:rsidRDefault="00E264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420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E2642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E26420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373DE242" w14:textId="77777777" w:rsidTr="00B819C8">
        <w:tc>
          <w:tcPr>
            <w:tcW w:w="2694" w:type="dxa"/>
            <w:vAlign w:val="center"/>
          </w:tcPr>
          <w:p w14:paraId="185710E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2F5E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561" w:rsidRPr="009C54AE" w14:paraId="187FA8ED" w14:textId="77777777" w:rsidTr="00B819C8">
        <w:tc>
          <w:tcPr>
            <w:tcW w:w="2694" w:type="dxa"/>
            <w:vAlign w:val="center"/>
          </w:tcPr>
          <w:p w14:paraId="5C1DD0FF" w14:textId="77777777" w:rsidR="00CE6561" w:rsidRPr="009C54AE" w:rsidRDefault="00CE6561" w:rsidP="00CE656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E7AA5D" w14:textId="491CD08C" w:rsidR="00CE6561" w:rsidRPr="009C54AE" w:rsidRDefault="00CE6561" w:rsidP="00CE65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BB48EF" w14:textId="77777777" w:rsidTr="00B819C8">
        <w:tc>
          <w:tcPr>
            <w:tcW w:w="2694" w:type="dxa"/>
            <w:vAlign w:val="center"/>
          </w:tcPr>
          <w:p w14:paraId="74803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FC87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E39973E" w14:textId="77777777" w:rsidTr="00B819C8">
        <w:tc>
          <w:tcPr>
            <w:tcW w:w="2694" w:type="dxa"/>
            <w:vAlign w:val="center"/>
          </w:tcPr>
          <w:p w14:paraId="5BE9FD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B4B03" w14:textId="2FB2334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CC35DD" w14:textId="77777777" w:rsidTr="00B819C8">
        <w:tc>
          <w:tcPr>
            <w:tcW w:w="2694" w:type="dxa"/>
            <w:vAlign w:val="center"/>
          </w:tcPr>
          <w:p w14:paraId="426C07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6C963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C298D" w14:textId="77777777" w:rsidTr="00B819C8">
        <w:tc>
          <w:tcPr>
            <w:tcW w:w="2694" w:type="dxa"/>
            <w:vAlign w:val="center"/>
          </w:tcPr>
          <w:p w14:paraId="423B56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7ABF5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7DF624" w14:textId="77777777" w:rsidTr="00B819C8">
        <w:tc>
          <w:tcPr>
            <w:tcW w:w="2694" w:type="dxa"/>
            <w:vAlign w:val="center"/>
          </w:tcPr>
          <w:p w14:paraId="6EA2ED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7480CB" w14:textId="7184801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E656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012B4D1" w14:textId="77777777" w:rsidTr="00B819C8">
        <w:tc>
          <w:tcPr>
            <w:tcW w:w="2694" w:type="dxa"/>
            <w:vAlign w:val="center"/>
          </w:tcPr>
          <w:p w14:paraId="5E588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9D56A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37FE887" w14:textId="77777777" w:rsidTr="00B819C8">
        <w:tc>
          <w:tcPr>
            <w:tcW w:w="2694" w:type="dxa"/>
            <w:vAlign w:val="center"/>
          </w:tcPr>
          <w:p w14:paraId="68AF6F7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543B9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C65DB0" w14:textId="77777777" w:rsidTr="00B819C8">
        <w:tc>
          <w:tcPr>
            <w:tcW w:w="2694" w:type="dxa"/>
            <w:vAlign w:val="center"/>
          </w:tcPr>
          <w:p w14:paraId="2D084B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4539C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193F47F1" w14:textId="77777777" w:rsidTr="00B819C8">
        <w:tc>
          <w:tcPr>
            <w:tcW w:w="2694" w:type="dxa"/>
            <w:vAlign w:val="center"/>
          </w:tcPr>
          <w:p w14:paraId="6904E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03E3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BB796A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F9A71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2F731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DC3EC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EE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EBBA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E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8E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1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94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0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1D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4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D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5A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9E2C63B" w14:textId="77777777" w:rsidTr="00CE656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165" w14:textId="62ECA45C" w:rsidR="00015B8F" w:rsidRPr="009C54AE" w:rsidRDefault="00CE65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1A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02CC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0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3B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1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E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4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D6" w14:textId="77777777" w:rsidR="00015B8F" w:rsidRPr="009C54AE" w:rsidRDefault="00D660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BCD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9C3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7477E6" w14:textId="77777777" w:rsidR="00CE6561" w:rsidRPr="003C0190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28A1D3" w14:textId="77777777" w:rsidR="00CE6561" w:rsidRPr="009C54AE" w:rsidRDefault="00CE6561" w:rsidP="00CE6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70D4EB73" w14:textId="77777777" w:rsidR="00CE6561" w:rsidRPr="009C54AE" w:rsidRDefault="00CE6561" w:rsidP="00CE65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205F9A4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AE107A" w14:textId="2BFB1B31" w:rsidR="009C54AE" w:rsidRDefault="00CE6561" w:rsidP="00CE656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6BADB4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AB8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34B2E4" w14:textId="77777777" w:rsidTr="00745302">
        <w:tc>
          <w:tcPr>
            <w:tcW w:w="9670" w:type="dxa"/>
          </w:tcPr>
          <w:p w14:paraId="43F49681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193EB86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BF91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301AC0" w14:textId="7041632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E7EF7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DECD0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6D3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07368CA0" w14:textId="77777777" w:rsidTr="00923D7D">
        <w:tc>
          <w:tcPr>
            <w:tcW w:w="851" w:type="dxa"/>
            <w:vAlign w:val="center"/>
          </w:tcPr>
          <w:p w14:paraId="2EED44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6029F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31F58676" w14:textId="77777777" w:rsidTr="00923D7D">
        <w:tc>
          <w:tcPr>
            <w:tcW w:w="851" w:type="dxa"/>
            <w:vAlign w:val="center"/>
          </w:tcPr>
          <w:p w14:paraId="52BD89D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5D4A3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21C0394C" w14:textId="77777777" w:rsidTr="00923D7D">
        <w:tc>
          <w:tcPr>
            <w:tcW w:w="851" w:type="dxa"/>
            <w:vAlign w:val="center"/>
          </w:tcPr>
          <w:p w14:paraId="33342C38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391218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6662D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4E3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3F599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FD280AC" w14:textId="77777777" w:rsidTr="0071620A">
        <w:tc>
          <w:tcPr>
            <w:tcW w:w="1701" w:type="dxa"/>
            <w:vAlign w:val="center"/>
          </w:tcPr>
          <w:p w14:paraId="745BAA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BAB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3D5E5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474" w:rsidRPr="009C54AE" w14:paraId="74880702" w14:textId="77777777" w:rsidTr="005E6E85">
        <w:tc>
          <w:tcPr>
            <w:tcW w:w="1701" w:type="dxa"/>
          </w:tcPr>
          <w:p w14:paraId="099F152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FB9518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6C939355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474" w:rsidRPr="009C54AE" w14:paraId="74EA85C3" w14:textId="77777777" w:rsidTr="005E6E85">
        <w:tc>
          <w:tcPr>
            <w:tcW w:w="1701" w:type="dxa"/>
          </w:tcPr>
          <w:p w14:paraId="2181BD8E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51C4B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20F5131A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23474" w:rsidRPr="009C54AE" w14:paraId="05C05128" w14:textId="77777777" w:rsidTr="005E6E85">
        <w:tc>
          <w:tcPr>
            <w:tcW w:w="1701" w:type="dxa"/>
          </w:tcPr>
          <w:p w14:paraId="641A885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EC7CA4" w14:textId="77777777" w:rsidR="00A23474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3768B06" w14:textId="77777777" w:rsidR="00A23474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3474" w:rsidRPr="009C54AE" w14:paraId="4ACE5C14" w14:textId="77777777" w:rsidTr="005E6E85">
        <w:tc>
          <w:tcPr>
            <w:tcW w:w="1701" w:type="dxa"/>
          </w:tcPr>
          <w:p w14:paraId="3DF6153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97D258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F6D2FC4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23474" w:rsidRPr="009C54AE" w14:paraId="4FF929D9" w14:textId="77777777" w:rsidTr="005E6E85">
        <w:tc>
          <w:tcPr>
            <w:tcW w:w="1701" w:type="dxa"/>
          </w:tcPr>
          <w:p w14:paraId="69AF3811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06C4FD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8BFC519" w14:textId="77777777" w:rsidR="00A23474" w:rsidRPr="009C54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A23474" w:rsidRPr="009C54AE" w14:paraId="6C00D33F" w14:textId="77777777" w:rsidTr="005E6E85">
        <w:tc>
          <w:tcPr>
            <w:tcW w:w="1701" w:type="dxa"/>
          </w:tcPr>
          <w:p w14:paraId="24C74B8A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CA9C195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7741970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A23474" w:rsidRPr="009C54AE" w14:paraId="079B9B51" w14:textId="77777777" w:rsidTr="005E6E85">
        <w:tc>
          <w:tcPr>
            <w:tcW w:w="1701" w:type="dxa"/>
          </w:tcPr>
          <w:p w14:paraId="76B517D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C615C6B" w14:textId="77777777" w:rsidR="00A23474" w:rsidRPr="002870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33455" w14:textId="77777777" w:rsidR="00A23474" w:rsidRPr="002870AE" w:rsidRDefault="00A23474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7A21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FADC9" w14:textId="5B4EFC7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0376C7F" w14:textId="77777777" w:rsidR="00CE6561" w:rsidRPr="009C54AE" w:rsidRDefault="00CE65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983A5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70328B2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448D5A98" w14:textId="77777777" w:rsidTr="003D60DD">
        <w:tc>
          <w:tcPr>
            <w:tcW w:w="9639" w:type="dxa"/>
          </w:tcPr>
          <w:p w14:paraId="5F3D0FA0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177EFF2A" w14:textId="77777777" w:rsidTr="003D60DD">
        <w:tc>
          <w:tcPr>
            <w:tcW w:w="9639" w:type="dxa"/>
          </w:tcPr>
          <w:p w14:paraId="7DD96184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3A37E9E6" w14:textId="77777777" w:rsidTr="003D60DD">
        <w:tc>
          <w:tcPr>
            <w:tcW w:w="9639" w:type="dxa"/>
          </w:tcPr>
          <w:p w14:paraId="7E0FAB9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54295EC7" w14:textId="77777777" w:rsidTr="003D60DD">
        <w:tc>
          <w:tcPr>
            <w:tcW w:w="9639" w:type="dxa"/>
          </w:tcPr>
          <w:p w14:paraId="0E14EF34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1B5E01C" w14:textId="77777777" w:rsidTr="003D60DD">
        <w:tc>
          <w:tcPr>
            <w:tcW w:w="9639" w:type="dxa"/>
          </w:tcPr>
          <w:p w14:paraId="5225DDAC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4303257E" w14:textId="77777777" w:rsidTr="003D60DD">
        <w:tc>
          <w:tcPr>
            <w:tcW w:w="9639" w:type="dxa"/>
          </w:tcPr>
          <w:p w14:paraId="096356BC" w14:textId="77777777" w:rsidR="00784DDA" w:rsidRPr="00FE26CD" w:rsidRDefault="00784DDA" w:rsidP="00DD4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Wizerunek </w:t>
            </w:r>
            <w:r w:rsidR="00DD4059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jego kształtowania</w:t>
            </w:r>
          </w:p>
        </w:tc>
      </w:tr>
      <w:tr w:rsidR="00784DDA" w:rsidRPr="009C54AE" w14:paraId="3350B613" w14:textId="77777777" w:rsidTr="003D60DD">
        <w:tc>
          <w:tcPr>
            <w:tcW w:w="9639" w:type="dxa"/>
          </w:tcPr>
          <w:p w14:paraId="6AC21947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D50EE5A" w14:textId="77777777" w:rsidTr="003D60DD">
        <w:tc>
          <w:tcPr>
            <w:tcW w:w="9639" w:type="dxa"/>
          </w:tcPr>
          <w:p w14:paraId="3A65C55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54D4D8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B32B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9C6D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F0386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52071A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369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ED16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1B6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09C3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F1E036" w14:textId="77777777" w:rsidTr="00C05F44">
        <w:tc>
          <w:tcPr>
            <w:tcW w:w="1985" w:type="dxa"/>
            <w:vAlign w:val="center"/>
          </w:tcPr>
          <w:p w14:paraId="7C999CD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2278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7516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EBE9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5F955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3474" w:rsidRPr="009C54AE" w14:paraId="1EE64B09" w14:textId="77777777" w:rsidTr="00C05F44">
        <w:tc>
          <w:tcPr>
            <w:tcW w:w="1985" w:type="dxa"/>
          </w:tcPr>
          <w:p w14:paraId="1F333FC7" w14:textId="77777777" w:rsidR="00A23474" w:rsidRPr="009C54AE" w:rsidRDefault="00A23474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C2265B3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1EA4448B" w14:textId="6CD0F1F4" w:rsidR="00A23474" w:rsidRPr="00CE6561" w:rsidRDefault="00CE6561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04558D28" w14:textId="77777777" w:rsidTr="00C05F44">
        <w:tc>
          <w:tcPr>
            <w:tcW w:w="1985" w:type="dxa"/>
          </w:tcPr>
          <w:p w14:paraId="03D95723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3F09C67" w14:textId="77777777" w:rsidR="00CE6561" w:rsidRPr="009C54AE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w formie testu, ocena zadań wykonywanych podczas zajęć, obserwacja w trakcie zajęć</w:t>
            </w:r>
          </w:p>
        </w:tc>
        <w:tc>
          <w:tcPr>
            <w:tcW w:w="2126" w:type="dxa"/>
          </w:tcPr>
          <w:p w14:paraId="00ACE839" w14:textId="5DFCADC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946FF04" w14:textId="77777777" w:rsidTr="00C05F44">
        <w:tc>
          <w:tcPr>
            <w:tcW w:w="1985" w:type="dxa"/>
          </w:tcPr>
          <w:p w14:paraId="6114DEB8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B11E1A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DDCC38E" w14:textId="14968A5B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54A30328" w14:textId="77777777" w:rsidTr="00C05F44">
        <w:tc>
          <w:tcPr>
            <w:tcW w:w="1985" w:type="dxa"/>
          </w:tcPr>
          <w:p w14:paraId="13B233E4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67D79D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6B7CF94" w14:textId="66843068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661CF72F" w14:textId="77777777" w:rsidTr="00C05F44">
        <w:tc>
          <w:tcPr>
            <w:tcW w:w="1985" w:type="dxa"/>
          </w:tcPr>
          <w:p w14:paraId="0CBCFDAF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5CE87B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C4FA295" w14:textId="5E226AC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A8033E6" w14:textId="77777777" w:rsidTr="00C05F44">
        <w:tc>
          <w:tcPr>
            <w:tcW w:w="1985" w:type="dxa"/>
          </w:tcPr>
          <w:p w14:paraId="0043A3BD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DED3F16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99F606" w14:textId="4707E59F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CE6561" w:rsidRPr="009C54AE" w14:paraId="19967B88" w14:textId="77777777" w:rsidTr="00C05F44">
        <w:tc>
          <w:tcPr>
            <w:tcW w:w="1985" w:type="dxa"/>
          </w:tcPr>
          <w:p w14:paraId="4353D1BA" w14:textId="77777777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1A197E1" w14:textId="77777777" w:rsidR="00CE6561" w:rsidRPr="00B16D08" w:rsidRDefault="00CE6561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4C34E8" w14:textId="466A5864" w:rsidR="00CE6561" w:rsidRPr="009C54AE" w:rsidRDefault="00CE6561" w:rsidP="00CE6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E6561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3D0DC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76F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4FEA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23474" w:rsidRPr="009C54AE" w14:paraId="1691EE57" w14:textId="77777777" w:rsidTr="00A23474">
        <w:tc>
          <w:tcPr>
            <w:tcW w:w="9670" w:type="dxa"/>
          </w:tcPr>
          <w:p w14:paraId="40E88198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32C08806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F2F25EC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ECE9D1B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076E14DD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5232619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50794F51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58E4C625" w14:textId="77777777" w:rsidR="00A23474" w:rsidRPr="00365921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5B924C9C" w14:textId="77777777" w:rsidR="00A23474" w:rsidRPr="009C54AE" w:rsidRDefault="00A2347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77714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939F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16164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7D6C5C" w14:textId="77777777" w:rsidTr="003E1941">
        <w:tc>
          <w:tcPr>
            <w:tcW w:w="4962" w:type="dxa"/>
            <w:vAlign w:val="center"/>
          </w:tcPr>
          <w:p w14:paraId="50618B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3F46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5AF99FB" w14:textId="77777777" w:rsidTr="00923D7D">
        <w:tc>
          <w:tcPr>
            <w:tcW w:w="4962" w:type="dxa"/>
          </w:tcPr>
          <w:p w14:paraId="35B2D81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17EB6E" w14:textId="77777777" w:rsidR="009026B1" w:rsidRPr="009C54AE" w:rsidRDefault="00DD4059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79B836F5" w14:textId="77777777" w:rsidTr="00923D7D">
        <w:tc>
          <w:tcPr>
            <w:tcW w:w="4962" w:type="dxa"/>
          </w:tcPr>
          <w:p w14:paraId="0CB2DC72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BFC5F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1AC304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6E7415BA" w14:textId="77777777" w:rsidTr="00923D7D">
        <w:tc>
          <w:tcPr>
            <w:tcW w:w="4962" w:type="dxa"/>
          </w:tcPr>
          <w:p w14:paraId="385E88F8" w14:textId="084BD1BD" w:rsidR="009026B1" w:rsidRPr="009C54AE" w:rsidRDefault="009026B1" w:rsidP="00CE6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E65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B972C1" w14:textId="77777777" w:rsidR="009026B1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D405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F2479" w14:textId="77777777" w:rsidTr="00923D7D">
        <w:tc>
          <w:tcPr>
            <w:tcW w:w="4962" w:type="dxa"/>
          </w:tcPr>
          <w:p w14:paraId="767262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3C91B9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D39137" w14:textId="77777777" w:rsidTr="00923D7D">
        <w:tc>
          <w:tcPr>
            <w:tcW w:w="4962" w:type="dxa"/>
          </w:tcPr>
          <w:p w14:paraId="55170D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0727A87" w14:textId="77777777" w:rsidR="0085747A" w:rsidRPr="009C54AE" w:rsidRDefault="009026B1" w:rsidP="00CE65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76D4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ECAE29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4B0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9D1F8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17064468" w14:textId="77777777" w:rsidTr="00CE6561">
        <w:trPr>
          <w:trHeight w:val="397"/>
          <w:jc w:val="center"/>
        </w:trPr>
        <w:tc>
          <w:tcPr>
            <w:tcW w:w="3544" w:type="dxa"/>
          </w:tcPr>
          <w:p w14:paraId="073A26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E6A2F4" w14:textId="0F5E4FE5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159CC" w14:textId="77777777" w:rsidTr="00CE6561">
        <w:trPr>
          <w:trHeight w:val="397"/>
          <w:jc w:val="center"/>
        </w:trPr>
        <w:tc>
          <w:tcPr>
            <w:tcW w:w="3544" w:type="dxa"/>
          </w:tcPr>
          <w:p w14:paraId="667B14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DB68F" w14:textId="302BC35B" w:rsidR="0085747A" w:rsidRPr="009C54AE" w:rsidRDefault="00C52EE0" w:rsidP="00C52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3EDC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76B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E5E8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00AC948" w14:textId="77777777" w:rsidTr="00CE6561">
        <w:trPr>
          <w:trHeight w:val="397"/>
          <w:jc w:val="center"/>
        </w:trPr>
        <w:tc>
          <w:tcPr>
            <w:tcW w:w="7513" w:type="dxa"/>
          </w:tcPr>
          <w:p w14:paraId="52061392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29B7FB" w14:textId="3817F491" w:rsid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 public relations : wizerunek, reputacja, tożsamość / Wojciech Budzyński. - Warszawa: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14:paraId="31840043" w14:textId="77777777" w:rsidR="009026B1" w:rsidRPr="009026B1" w:rsidRDefault="009026B1" w:rsidP="00CE656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628D27B4" w14:textId="77777777" w:rsidTr="00CE6561">
        <w:trPr>
          <w:trHeight w:val="397"/>
          <w:jc w:val="center"/>
        </w:trPr>
        <w:tc>
          <w:tcPr>
            <w:tcW w:w="7513" w:type="dxa"/>
          </w:tcPr>
          <w:p w14:paraId="28D898D0" w14:textId="77777777" w:rsidR="0085747A" w:rsidRDefault="0085747A" w:rsidP="00CE65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B2C3F" w14:textId="77777777" w:rsidR="009026B1" w:rsidRPr="00784DDA" w:rsidRDefault="009026B1" w:rsidP="00CE6561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8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Public relations w sferze publicznej : wizerunek i komunikacja, red. M.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Tabernacka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Szadok-Bratuń</w:t>
            </w:r>
            <w:proofErr w:type="spellEnd"/>
            <w:r w:rsidRPr="009026B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Wolters Kluwer Polska,  Warszawa  2012.</w:t>
            </w:r>
          </w:p>
        </w:tc>
      </w:tr>
    </w:tbl>
    <w:p w14:paraId="5C3914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DF2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539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42F03" w14:textId="77777777" w:rsidR="00687237" w:rsidRDefault="00687237" w:rsidP="00C16ABF">
      <w:pPr>
        <w:spacing w:after="0" w:line="240" w:lineRule="auto"/>
      </w:pPr>
      <w:r>
        <w:separator/>
      </w:r>
    </w:p>
  </w:endnote>
  <w:endnote w:type="continuationSeparator" w:id="0">
    <w:p w14:paraId="57BA3A1B" w14:textId="77777777" w:rsidR="00687237" w:rsidRDefault="006872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B7C1F" w14:textId="77777777" w:rsidR="00687237" w:rsidRDefault="00687237" w:rsidP="00C16ABF">
      <w:pPr>
        <w:spacing w:after="0" w:line="240" w:lineRule="auto"/>
      </w:pPr>
      <w:r>
        <w:separator/>
      </w:r>
    </w:p>
  </w:footnote>
  <w:footnote w:type="continuationSeparator" w:id="0">
    <w:p w14:paraId="4D457799" w14:textId="77777777" w:rsidR="00687237" w:rsidRDefault="00687237" w:rsidP="00C16ABF">
      <w:pPr>
        <w:spacing w:after="0" w:line="240" w:lineRule="auto"/>
      </w:pPr>
      <w:r>
        <w:continuationSeparator/>
      </w:r>
    </w:p>
  </w:footnote>
  <w:footnote w:id="1">
    <w:p w14:paraId="7433CE2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F5FB0"/>
    <w:multiLevelType w:val="hybridMultilevel"/>
    <w:tmpl w:val="32402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5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36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91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237"/>
    <w:rsid w:val="00696477"/>
    <w:rsid w:val="006D050F"/>
    <w:rsid w:val="006D6139"/>
    <w:rsid w:val="006E5D65"/>
    <w:rsid w:val="006F1282"/>
    <w:rsid w:val="006F1FBC"/>
    <w:rsid w:val="006F31E2"/>
    <w:rsid w:val="00704D1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E5DD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33909"/>
    <w:rsid w:val="009508DF"/>
    <w:rsid w:val="00950DAC"/>
    <w:rsid w:val="00954A07"/>
    <w:rsid w:val="00984B23"/>
    <w:rsid w:val="00991867"/>
    <w:rsid w:val="0099312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47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EE0"/>
    <w:rsid w:val="00C56036"/>
    <w:rsid w:val="00C61DC5"/>
    <w:rsid w:val="00C67E92"/>
    <w:rsid w:val="00C70A26"/>
    <w:rsid w:val="00C766DF"/>
    <w:rsid w:val="00C81C73"/>
    <w:rsid w:val="00C86DF4"/>
    <w:rsid w:val="00C94B98"/>
    <w:rsid w:val="00C97B77"/>
    <w:rsid w:val="00CA2B96"/>
    <w:rsid w:val="00CA5089"/>
    <w:rsid w:val="00CA56E5"/>
    <w:rsid w:val="00CD6897"/>
    <w:rsid w:val="00CE5BAC"/>
    <w:rsid w:val="00CE656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D405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42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7AB17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3665-1A08-4F00-A725-298542F84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ED209-9C99-4669-9A51-CC51D085B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611183-0475-4321-9E5D-A6E3BFC689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967DF9-89F4-4BCB-A69A-EAD28FF7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</cp:revision>
  <cp:lastPrinted>2019-02-06T12:12:00Z</cp:lastPrinted>
  <dcterms:created xsi:type="dcterms:W3CDTF">2020-12-02T08:46:00Z</dcterms:created>
  <dcterms:modified xsi:type="dcterms:W3CDTF">2021-09-06T06:27:00Z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